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286" w:rsidRPr="00383B88" w:rsidRDefault="00587286">
      <w:pPr>
        <w:rPr>
          <w:b/>
        </w:rPr>
      </w:pPr>
      <w:r w:rsidRPr="00383B88">
        <w:rPr>
          <w:b/>
        </w:rPr>
        <w:t>Enter data from a questionnaire, Example 4: Ranked response</w:t>
      </w:r>
    </w:p>
    <w:p w:rsidR="001775E5" w:rsidRDefault="00587286">
      <w:r>
        <w:t xml:space="preserve">This forth example is going to look </w:t>
      </w:r>
      <w:r w:rsidR="001775E5">
        <w:t>at coding and entering data for</w:t>
      </w:r>
      <w:r>
        <w:t xml:space="preserve"> a ranked response question. Now ranked response questions are quite good for getting people’s judgements or opinions or preferences about a particular topic. If we look at </w:t>
      </w:r>
      <w:r w:rsidR="00757C9E">
        <w:t>this</w:t>
      </w:r>
      <w:r>
        <w:t xml:space="preserve"> example, we’re asking </w:t>
      </w:r>
      <w:r w:rsidR="001775E5">
        <w:t>partici</w:t>
      </w:r>
      <w:r w:rsidR="00757C9E">
        <w:t>pants</w:t>
      </w:r>
      <w:r>
        <w:t xml:space="preserve"> to rank  in order of importance from 1 to 5 the following features when they consider going on holiday so I’ve never been before, </w:t>
      </w:r>
      <w:r w:rsidR="001775E5">
        <w:t>weather, surroundings, cost,</w:t>
      </w:r>
      <w:r>
        <w:t xml:space="preserve"> accommodation. Now for each one of these options I have here, they’re going to give</w:t>
      </w:r>
      <w:r w:rsidR="001775E5">
        <w:t xml:space="preserve"> a</w:t>
      </w:r>
      <w:r>
        <w:t xml:space="preserve"> ranking for each one</w:t>
      </w:r>
      <w:r w:rsidR="001775E5">
        <w:t xml:space="preserve"> which means it’s a multi-response question and we’ve seen in the</w:t>
      </w:r>
      <w:r>
        <w:t xml:space="preserve"> previous video that in a </w:t>
      </w:r>
      <w:r w:rsidR="001775E5">
        <w:t>multi-</w:t>
      </w:r>
      <w:r w:rsidR="000C5B80">
        <w:t>response qu</w:t>
      </w:r>
      <w:r w:rsidR="001775E5">
        <w:t xml:space="preserve">estion, </w:t>
      </w:r>
      <w:r w:rsidR="000C5B80">
        <w:t xml:space="preserve"> each</w:t>
      </w:r>
      <w:r w:rsidR="001775E5">
        <w:t xml:space="preserve"> response </w:t>
      </w:r>
      <w:r w:rsidR="000C5B80">
        <w:t xml:space="preserve">comes a new variable </w:t>
      </w:r>
      <w:r w:rsidR="001775E5">
        <w:t xml:space="preserve">in our data set </w:t>
      </w:r>
      <w:r w:rsidR="000C5B80">
        <w:t xml:space="preserve">so that means I’m going to make five questions or five variables from these five topics, and for each topic </w:t>
      </w:r>
      <w:r w:rsidR="00757C9E">
        <w:t>there’s</w:t>
      </w:r>
      <w:r w:rsidR="000C5B80">
        <w:t xml:space="preserve"> five possible </w:t>
      </w:r>
      <w:r w:rsidR="001775E5">
        <w:t>responses</w:t>
      </w:r>
      <w:r w:rsidR="00757C9E">
        <w:t xml:space="preserve"> or answers</w:t>
      </w:r>
      <w:r w:rsidR="000C5B80">
        <w:t xml:space="preserve">, one to five most </w:t>
      </w:r>
      <w:r w:rsidR="00757C9E">
        <w:t>important</w:t>
      </w:r>
      <w:r w:rsidR="000C5B80">
        <w:t xml:space="preserve"> to least important. I’</w:t>
      </w:r>
      <w:r w:rsidR="001775E5">
        <w:t xml:space="preserve">ve just labelled two, three and four </w:t>
      </w:r>
      <w:r w:rsidR="000C5B80">
        <w:t>a</w:t>
      </w:r>
      <w:r w:rsidR="001775E5">
        <w:t>s</w:t>
      </w:r>
      <w:r w:rsidR="000C5B80">
        <w:t xml:space="preserve"> second, third and fourth choice, because I haven’t given them a label on the questionnaire. So </w:t>
      </w:r>
      <w:r w:rsidR="00757C9E">
        <w:t>let’s</w:t>
      </w:r>
      <w:r w:rsidR="000C5B80">
        <w:t xml:space="preserve"> have a look at how we might lay the data out in our data set. </w:t>
      </w:r>
      <w:r w:rsidR="001775E5">
        <w:t>Always</w:t>
      </w:r>
      <w:r w:rsidR="000C5B80">
        <w:t xml:space="preserve"> got my </w:t>
      </w:r>
      <w:r w:rsidR="00757C9E">
        <w:t>participant</w:t>
      </w:r>
      <w:r w:rsidR="000C5B80">
        <w:t xml:space="preserve"> id column on the left</w:t>
      </w:r>
      <w:r w:rsidR="001775E5">
        <w:t xml:space="preserve"> hand side,</w:t>
      </w:r>
      <w:r w:rsidR="000C5B80">
        <w:t xml:space="preserve"> and then I have my variables, as the </w:t>
      </w:r>
      <w:r w:rsidR="00757C9E">
        <w:t>column</w:t>
      </w:r>
      <w:r w:rsidR="000C5B80">
        <w:t xml:space="preserve"> heading a</w:t>
      </w:r>
      <w:r w:rsidR="001775E5">
        <w:t>cross the top. So these are my five topics</w:t>
      </w:r>
      <w:r w:rsidR="000C5B80">
        <w:t xml:space="preserve">, never been, weather, surroundings, cost and </w:t>
      </w:r>
      <w:r w:rsidR="00757C9E">
        <w:t>accommodation</w:t>
      </w:r>
      <w:r w:rsidR="009042C2">
        <w:t xml:space="preserve">. So if I look for participant one, I need to code this data, most important as a 1, least important as 5, and 2, 3 and 4 correspond to those numbers. </w:t>
      </w:r>
      <w:r w:rsidR="00361653">
        <w:t xml:space="preserve">So I’m </w:t>
      </w:r>
      <w:r w:rsidR="00757C9E">
        <w:t>going</w:t>
      </w:r>
      <w:r w:rsidR="00361653">
        <w:t xml:space="preserve"> </w:t>
      </w:r>
      <w:r w:rsidR="00757C9E">
        <w:t>t</w:t>
      </w:r>
      <w:r w:rsidR="00361653">
        <w:t xml:space="preserve">o replace them with my codes, I’m going to do the same for </w:t>
      </w:r>
      <w:r w:rsidR="00757C9E">
        <w:t>participant</w:t>
      </w:r>
      <w:r w:rsidR="00361653">
        <w:t xml:space="preserve"> two, and then I’</w:t>
      </w:r>
      <w:r w:rsidR="001775E5">
        <w:t>m going to do</w:t>
      </w:r>
      <w:r w:rsidR="00361653">
        <w:t xml:space="preserve"> that for the rest </w:t>
      </w:r>
      <w:r w:rsidR="00757C9E">
        <w:t>o</w:t>
      </w:r>
      <w:r w:rsidR="00361653">
        <w:t xml:space="preserve">f </w:t>
      </w:r>
      <w:r w:rsidR="00757C9E">
        <w:t>participants</w:t>
      </w:r>
      <w:r w:rsidR="00361653">
        <w:t>. Now that I</w:t>
      </w:r>
      <w:r w:rsidR="00757C9E">
        <w:t>’</w:t>
      </w:r>
      <w:r w:rsidR="00361653">
        <w:t>ve replaced all t</w:t>
      </w:r>
      <w:r w:rsidR="001775E5">
        <w:t>h</w:t>
      </w:r>
      <w:r w:rsidR="00361653">
        <w:t xml:space="preserve">e </w:t>
      </w:r>
      <w:r w:rsidR="00757C9E">
        <w:t>responses</w:t>
      </w:r>
      <w:r w:rsidR="00361653">
        <w:t xml:space="preserve"> with my </w:t>
      </w:r>
      <w:r w:rsidR="00757C9E">
        <w:t>numerical</w:t>
      </w:r>
      <w:r w:rsidR="00361653">
        <w:t xml:space="preserve"> code, I’m going to code the data into SPSS. </w:t>
      </w:r>
    </w:p>
    <w:p w:rsidR="007B5580" w:rsidRDefault="00361653">
      <w:r>
        <w:t>Okay, lets enter the data which we’ve just saw</w:t>
      </w:r>
      <w:r w:rsidR="001775E5">
        <w:t>. I’m going to do it for the first variable Never B</w:t>
      </w:r>
      <w:r w:rsidR="00E04CC2">
        <w:t xml:space="preserve">een, I’m just going to call it ‘never been’, remember we can’t have any spaces, </w:t>
      </w:r>
      <w:r w:rsidR="001775E5">
        <w:t>we</w:t>
      </w:r>
      <w:r w:rsidR="00E04CC2">
        <w:t xml:space="preserve"> can use an underscore but I’m not going to. </w:t>
      </w:r>
      <w:r w:rsidR="007B5580">
        <w:t xml:space="preserve">The data type is numeric. There are no decimal places on my data so I’m going to change that to </w:t>
      </w:r>
      <w:r w:rsidR="00757C9E">
        <w:t>zero</w:t>
      </w:r>
      <w:r w:rsidR="007B5580">
        <w:t xml:space="preserve"> and I’m going to give that a little bit more o</w:t>
      </w:r>
      <w:r w:rsidR="001775E5">
        <w:t>f a description</w:t>
      </w:r>
      <w:r w:rsidR="007B5580">
        <w:t xml:space="preserve">…I’ve never been before. Now this is categorical </w:t>
      </w:r>
      <w:r w:rsidR="001775E5">
        <w:t>which means</w:t>
      </w:r>
      <w:r w:rsidR="007B5580">
        <w:t xml:space="preserve"> I’m going to need value labels, So 1 is most important, 2 is second choice, third choice, fourth choice, and five is least important. It’s important with ques</w:t>
      </w:r>
      <w:r w:rsidR="00566228">
        <w:t xml:space="preserve">tions like these that you don’t’ confuse least important with </w:t>
      </w:r>
      <w:r w:rsidR="007B5580">
        <w:t>unimportant. Just because the item is fifth on the list does not mean it</w:t>
      </w:r>
      <w:r w:rsidR="00757C9E">
        <w:t>’</w:t>
      </w:r>
      <w:r w:rsidR="007B5580">
        <w:t>s not of any importance. It just means that it</w:t>
      </w:r>
      <w:r w:rsidR="00566228">
        <w:t>’</w:t>
      </w:r>
      <w:r w:rsidR="007B5580">
        <w:t xml:space="preserve">s fifth in these </w:t>
      </w:r>
      <w:r w:rsidR="00757C9E">
        <w:t>options</w:t>
      </w:r>
      <w:r w:rsidR="007B5580">
        <w:t xml:space="preserve"> that </w:t>
      </w:r>
      <w:r w:rsidR="00566228">
        <w:t>were</w:t>
      </w:r>
      <w:r w:rsidR="007B5580">
        <w:t xml:space="preserve"> given. Alright, I’m not going to define any missing values, I’m just going to leave blank as missing. I’m not going to code t</w:t>
      </w:r>
      <w:r w:rsidR="00566228">
        <w:t>h</w:t>
      </w:r>
      <w:r w:rsidR="007B5580">
        <w:t>em</w:t>
      </w:r>
      <w:r w:rsidR="00566228">
        <w:t>.</w:t>
      </w:r>
      <w:r w:rsidR="007B5580">
        <w:t xml:space="preserve"> </w:t>
      </w:r>
    </w:p>
    <w:p w:rsidR="00587286" w:rsidRDefault="007B5580">
      <w:r>
        <w:t xml:space="preserve">So the last column we need to change is the measure. </w:t>
      </w:r>
      <w:r w:rsidR="00952812">
        <w:t xml:space="preserve">Our variable can either be scale, ordinal or nominal. We know this is </w:t>
      </w:r>
      <w:r w:rsidR="00566228">
        <w:t xml:space="preserve">categorical </w:t>
      </w:r>
      <w:r w:rsidR="00952812">
        <w:t>so it</w:t>
      </w:r>
      <w:r w:rsidR="00757C9E">
        <w:t>’</w:t>
      </w:r>
      <w:r w:rsidR="00952812">
        <w:t xml:space="preserve">s either going to be </w:t>
      </w:r>
      <w:r w:rsidR="00566228">
        <w:t>ordinal or nominal</w:t>
      </w:r>
      <w:r w:rsidR="00952812">
        <w:t xml:space="preserve"> and </w:t>
      </w:r>
      <w:r w:rsidR="00757C9E">
        <w:t>because</w:t>
      </w:r>
      <w:r w:rsidR="00952812">
        <w:t xml:space="preserve"> we have a scale </w:t>
      </w:r>
      <w:r w:rsidR="00566228">
        <w:t>of importance,</w:t>
      </w:r>
      <w:r w:rsidR="00952812">
        <w:t xml:space="preserve"> 1 to 5, they do have a</w:t>
      </w:r>
      <w:r w:rsidR="00757C9E">
        <w:t xml:space="preserve"> particular</w:t>
      </w:r>
      <w:r w:rsidR="00952812">
        <w:t xml:space="preserve"> rank or order. That means our </w:t>
      </w:r>
      <w:r w:rsidR="00566228">
        <w:t>variable is ordinal</w:t>
      </w:r>
      <w:r w:rsidR="00952812">
        <w:t>. So now that we’</w:t>
      </w:r>
      <w:r w:rsidR="00757C9E">
        <w:t>v</w:t>
      </w:r>
      <w:r w:rsidR="00952812">
        <w:t xml:space="preserve">e </w:t>
      </w:r>
      <w:r w:rsidR="00566228">
        <w:t>defined our variable,</w:t>
      </w:r>
      <w:r w:rsidR="00952812">
        <w:t xml:space="preserve"> we can </w:t>
      </w:r>
      <w:r w:rsidR="00566228">
        <w:t>go to the data view and enter some data</w:t>
      </w:r>
      <w:r w:rsidR="00952812">
        <w:t>. So…okay. Remember we can toggle between codes and value labels…</w:t>
      </w:r>
      <w:r w:rsidR="00566228">
        <w:t>using our icon up here. So by click I can see my numerical codes or I can see</w:t>
      </w:r>
      <w:r w:rsidR="00952812">
        <w:t xml:space="preserve"> my value labels. Alright, </w:t>
      </w:r>
      <w:r w:rsidR="00566228">
        <w:t>this is the fourth example, there</w:t>
      </w:r>
      <w:r w:rsidR="00952812">
        <w:t xml:space="preserve"> is just one more example for open-ended questions and that will cover pretty much all type</w:t>
      </w:r>
      <w:r w:rsidR="00566228">
        <w:t>s</w:t>
      </w:r>
      <w:r w:rsidR="00952812">
        <w:t xml:space="preserve"> of questionnaire questions that you may have on your survey. </w:t>
      </w:r>
    </w:p>
    <w:p w:rsidR="007B5580" w:rsidRDefault="00383B88">
      <w:r>
        <w:t>END.</w:t>
      </w:r>
      <w:bookmarkStart w:id="0" w:name="_GoBack"/>
      <w:bookmarkEnd w:id="0"/>
    </w:p>
    <w:sectPr w:rsidR="007B55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286"/>
    <w:rsid w:val="000C5B80"/>
    <w:rsid w:val="001775E5"/>
    <w:rsid w:val="00361653"/>
    <w:rsid w:val="00383B88"/>
    <w:rsid w:val="00510EAB"/>
    <w:rsid w:val="00566228"/>
    <w:rsid w:val="00587286"/>
    <w:rsid w:val="00757C9E"/>
    <w:rsid w:val="007B5580"/>
    <w:rsid w:val="009042C2"/>
    <w:rsid w:val="00952812"/>
    <w:rsid w:val="00E0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E72491C8.dotm</Template>
  <TotalTime>55</TotalTime>
  <Pages>1</Pages>
  <Words>523</Words>
  <Characters>2982</Characters>
  <Application>Microsoft Office Word</Application>
  <DocSecurity>0</DocSecurity>
  <Lines>24</Lines>
  <Paragraphs>6</Paragraphs>
  <ScaleCrop>false</ScaleCrop>
  <Company>Hewlett-Packard</Company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BuildUser</cp:lastModifiedBy>
  <cp:revision>11</cp:revision>
  <dcterms:created xsi:type="dcterms:W3CDTF">2015-06-21T11:53:00Z</dcterms:created>
  <dcterms:modified xsi:type="dcterms:W3CDTF">2015-07-09T11:13:00Z</dcterms:modified>
</cp:coreProperties>
</file>